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00" w:rsidRPr="00BC6500" w:rsidRDefault="00BC6500" w:rsidP="00BC6500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C6500">
        <w:rPr>
          <w:rFonts w:ascii="Arial" w:hAnsi="Arial" w:cs="Arial"/>
          <w:b/>
          <w:sz w:val="24"/>
          <w:szCs w:val="24"/>
          <w:u w:val="single"/>
        </w:rPr>
        <w:t xml:space="preserve">Methods 1 Revision: </w:t>
      </w:r>
    </w:p>
    <w:p w:rsidR="00E40E1A" w:rsidRPr="00BC6500" w:rsidRDefault="00BC6500" w:rsidP="00BC6500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C6500">
        <w:rPr>
          <w:rFonts w:ascii="Arial" w:hAnsi="Arial" w:cs="Arial"/>
          <w:b/>
          <w:sz w:val="24"/>
          <w:szCs w:val="24"/>
          <w:u w:val="single"/>
        </w:rPr>
        <w:t xml:space="preserve">Algebra Questions </w:t>
      </w:r>
    </w:p>
    <w:p w:rsidR="00BC6500" w:rsidRDefault="00C66B46" w:rsidP="00BC6500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C66B46">
        <w:rPr>
          <w:rFonts w:ascii="Arial" w:hAnsi="Arial" w:cs="Arial"/>
          <w:i/>
          <w:sz w:val="20"/>
          <w:szCs w:val="20"/>
        </w:rPr>
        <w:t>There are 2 similar parts to each question, if you get help with the 1</w:t>
      </w:r>
      <w:r w:rsidRPr="00C66B46">
        <w:rPr>
          <w:rFonts w:ascii="Arial" w:hAnsi="Arial" w:cs="Arial"/>
          <w:i/>
          <w:sz w:val="20"/>
          <w:szCs w:val="20"/>
          <w:vertAlign w:val="superscript"/>
        </w:rPr>
        <w:t>st</w:t>
      </w:r>
      <w:r w:rsidRPr="00C66B46">
        <w:rPr>
          <w:rFonts w:ascii="Arial" w:hAnsi="Arial" w:cs="Arial"/>
          <w:i/>
          <w:sz w:val="20"/>
          <w:szCs w:val="20"/>
        </w:rPr>
        <w:t xml:space="preserve"> part try to do the 2</w:t>
      </w:r>
      <w:r w:rsidRPr="00C66B46">
        <w:rPr>
          <w:rFonts w:ascii="Arial" w:hAnsi="Arial" w:cs="Arial"/>
          <w:i/>
          <w:sz w:val="20"/>
          <w:szCs w:val="20"/>
          <w:vertAlign w:val="superscript"/>
        </w:rPr>
        <w:t>nd</w:t>
      </w:r>
      <w:r w:rsidRPr="00C66B46">
        <w:rPr>
          <w:rFonts w:ascii="Arial" w:hAnsi="Arial" w:cs="Arial"/>
          <w:i/>
          <w:sz w:val="20"/>
          <w:szCs w:val="20"/>
        </w:rPr>
        <w:t xml:space="preserve"> part by yourself.</w:t>
      </w:r>
    </w:p>
    <w:p w:rsidR="00C66B46" w:rsidRPr="00C66B46" w:rsidRDefault="00C66B46" w:rsidP="00BC6500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77"/>
        <w:gridCol w:w="8222"/>
        <w:gridCol w:w="1415"/>
      </w:tblGrid>
      <w:tr w:rsidR="002465FA" w:rsidRPr="009F459D" w:rsidTr="009E6FD7">
        <w:tc>
          <w:tcPr>
            <w:tcW w:w="777" w:type="dxa"/>
          </w:tcPr>
          <w:p w:rsidR="00BC6500" w:rsidRPr="009F459D" w:rsidRDefault="00BC6500" w:rsidP="00BC6500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9F459D">
              <w:rPr>
                <w:rFonts w:ascii="Arial" w:eastAsiaTheme="minorHAnsi" w:hAnsi="Arial" w:cs="Arial"/>
                <w:b/>
              </w:rPr>
              <w:t>No.</w:t>
            </w:r>
          </w:p>
        </w:tc>
        <w:tc>
          <w:tcPr>
            <w:tcW w:w="8222" w:type="dxa"/>
          </w:tcPr>
          <w:p w:rsidR="00BC6500" w:rsidRPr="009F459D" w:rsidRDefault="00BC6500" w:rsidP="00BC6500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9F459D">
              <w:rPr>
                <w:rFonts w:ascii="Arial" w:eastAsiaTheme="minorHAnsi" w:hAnsi="Arial" w:cs="Arial"/>
                <w:b/>
              </w:rPr>
              <w:t>Questions</w:t>
            </w:r>
          </w:p>
        </w:tc>
        <w:tc>
          <w:tcPr>
            <w:tcW w:w="1415" w:type="dxa"/>
          </w:tcPr>
          <w:p w:rsidR="00BC6500" w:rsidRPr="009F459D" w:rsidRDefault="00BC6500" w:rsidP="00C66B46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9F459D">
              <w:rPr>
                <w:rFonts w:ascii="Arial" w:eastAsiaTheme="minorHAnsi" w:hAnsi="Arial" w:cs="Arial"/>
                <w:b/>
              </w:rPr>
              <w:t>Marks</w:t>
            </w:r>
          </w:p>
        </w:tc>
      </w:tr>
      <w:tr w:rsidR="002465FA" w:rsidRPr="009F459D" w:rsidTr="009E6FD7">
        <w:tc>
          <w:tcPr>
            <w:tcW w:w="777" w:type="dxa"/>
          </w:tcPr>
          <w:p w:rsidR="00BC6500" w:rsidRPr="009F459D" w:rsidRDefault="002465FA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1(a)</w:t>
            </w:r>
          </w:p>
        </w:tc>
        <w:tc>
          <w:tcPr>
            <w:tcW w:w="8222" w:type="dxa"/>
          </w:tcPr>
          <w:p w:rsidR="00BC6500" w:rsidRPr="009F459D" w:rsidRDefault="002465FA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Draw axes with x from -2 to 8, y from -2 to 8.</w:t>
            </w:r>
          </w:p>
          <w:p w:rsidR="002465FA" w:rsidRPr="009F459D" w:rsidRDefault="002465FA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Use the gradient-intercept method to draw the graph of y = 2x + 1.</w:t>
            </w:r>
          </w:p>
          <w:p w:rsidR="002465FA" w:rsidRPr="009F459D" w:rsidRDefault="002465FA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Use the cover up method to draw the graph of x + 2y = 8.</w:t>
            </w:r>
          </w:p>
          <w:p w:rsidR="002465FA" w:rsidRPr="009F459D" w:rsidRDefault="002465FA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Write down the coordinates of the point of intersection.</w:t>
            </w:r>
          </w:p>
          <w:p w:rsidR="002465FA" w:rsidRPr="009F459D" w:rsidRDefault="002465FA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BC6500" w:rsidRPr="009F459D" w:rsidRDefault="002465FA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(5)</w:t>
            </w:r>
          </w:p>
        </w:tc>
      </w:tr>
      <w:tr w:rsidR="002465FA" w:rsidRPr="009F459D" w:rsidTr="009E6FD7">
        <w:tc>
          <w:tcPr>
            <w:tcW w:w="777" w:type="dxa"/>
          </w:tcPr>
          <w:p w:rsidR="00BC6500" w:rsidRPr="009F459D" w:rsidRDefault="002465FA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1(b)</w:t>
            </w:r>
          </w:p>
        </w:tc>
        <w:tc>
          <w:tcPr>
            <w:tcW w:w="8222" w:type="dxa"/>
          </w:tcPr>
          <w:p w:rsidR="002465FA" w:rsidRPr="009F459D" w:rsidRDefault="002465FA" w:rsidP="002465FA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Draw axes with x from -2 to 8, y from -2 to 8.</w:t>
            </w:r>
          </w:p>
          <w:p w:rsidR="002465FA" w:rsidRPr="009F459D" w:rsidRDefault="002465FA" w:rsidP="002465FA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Use the gradient-intercept method to draw the graph of y = 3x -1.</w:t>
            </w:r>
          </w:p>
          <w:p w:rsidR="002465FA" w:rsidRPr="009F459D" w:rsidRDefault="002465FA" w:rsidP="002465FA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Use the cover up method to draw the graph of 3x + 2y = 12.</w:t>
            </w:r>
          </w:p>
          <w:p w:rsidR="002465FA" w:rsidRPr="009F459D" w:rsidRDefault="002465FA" w:rsidP="002465FA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Write down the coordinates of the point of intersection.</w:t>
            </w:r>
          </w:p>
          <w:p w:rsidR="00BC6500" w:rsidRPr="009F459D" w:rsidRDefault="00BC6500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BC6500" w:rsidRPr="009F459D" w:rsidRDefault="002465FA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(5)</w:t>
            </w:r>
          </w:p>
        </w:tc>
      </w:tr>
      <w:tr w:rsidR="002465FA" w:rsidRPr="009F459D" w:rsidTr="009E6FD7">
        <w:tc>
          <w:tcPr>
            <w:tcW w:w="777" w:type="dxa"/>
          </w:tcPr>
          <w:p w:rsidR="00BC6500" w:rsidRPr="009F459D" w:rsidRDefault="002465FA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2(a)</w:t>
            </w:r>
          </w:p>
        </w:tc>
        <w:tc>
          <w:tcPr>
            <w:tcW w:w="8222" w:type="dxa"/>
          </w:tcPr>
          <w:p w:rsidR="00BC6500" w:rsidRPr="009F459D" w:rsidRDefault="00C66B46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Expand and simplify:</w:t>
            </w:r>
          </w:p>
          <w:p w:rsidR="00C66B46" w:rsidRPr="009F459D" w:rsidRDefault="00C66B46" w:rsidP="00CA2C9F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3(2x+1) + 2(5x-2)</w:t>
            </w:r>
          </w:p>
          <w:p w:rsidR="00C66B46" w:rsidRPr="009F459D" w:rsidRDefault="00C66B46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BC6500" w:rsidRPr="009F459D" w:rsidRDefault="00C66B46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(3)</w:t>
            </w:r>
          </w:p>
        </w:tc>
      </w:tr>
      <w:tr w:rsidR="002465FA" w:rsidRPr="009F459D" w:rsidTr="009E6FD7">
        <w:tc>
          <w:tcPr>
            <w:tcW w:w="777" w:type="dxa"/>
          </w:tcPr>
          <w:p w:rsidR="00BC6500" w:rsidRPr="009F459D" w:rsidRDefault="00C66B46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2(b)</w:t>
            </w:r>
          </w:p>
        </w:tc>
        <w:tc>
          <w:tcPr>
            <w:tcW w:w="8222" w:type="dxa"/>
          </w:tcPr>
          <w:p w:rsidR="00C66B46" w:rsidRPr="009F459D" w:rsidRDefault="00C66B46" w:rsidP="00C66B46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Expand and simplify:</w:t>
            </w:r>
          </w:p>
          <w:p w:rsidR="00C66B46" w:rsidRPr="009F459D" w:rsidRDefault="00C66B46" w:rsidP="00CA2C9F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5(3x-1) - 2(2x-1)</w:t>
            </w:r>
          </w:p>
          <w:p w:rsidR="00BC6500" w:rsidRPr="009F459D" w:rsidRDefault="00BC6500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BC6500" w:rsidRPr="009F459D" w:rsidRDefault="00C66B46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(3)</w:t>
            </w:r>
          </w:p>
        </w:tc>
      </w:tr>
      <w:tr w:rsidR="002465FA" w:rsidRPr="009F459D" w:rsidTr="009E6FD7">
        <w:tc>
          <w:tcPr>
            <w:tcW w:w="777" w:type="dxa"/>
          </w:tcPr>
          <w:p w:rsidR="00BC6500" w:rsidRPr="009F459D" w:rsidRDefault="00CA2C9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3(a)</w:t>
            </w:r>
          </w:p>
        </w:tc>
        <w:tc>
          <w:tcPr>
            <w:tcW w:w="8222" w:type="dxa"/>
          </w:tcPr>
          <w:p w:rsidR="00BC6500" w:rsidRPr="009F459D" w:rsidRDefault="00CA2C9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proofErr w:type="spellStart"/>
            <w:r w:rsidRPr="009F459D">
              <w:rPr>
                <w:rFonts w:ascii="Arial" w:eastAsiaTheme="minorHAnsi" w:hAnsi="Arial" w:cs="Arial"/>
              </w:rPr>
              <w:t>Factorise</w:t>
            </w:r>
            <w:proofErr w:type="spellEnd"/>
            <w:r w:rsidRPr="009F459D">
              <w:rPr>
                <w:rFonts w:ascii="Arial" w:eastAsiaTheme="minorHAnsi" w:hAnsi="Arial" w:cs="Arial"/>
              </w:rPr>
              <w:t>:</w:t>
            </w:r>
          </w:p>
          <w:p w:rsidR="00CA2C9F" w:rsidRPr="009F459D" w:rsidRDefault="00CA2C9F" w:rsidP="00CA2C9F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14x + 21</w:t>
            </w:r>
          </w:p>
          <w:p w:rsidR="00CA2C9F" w:rsidRPr="009F459D" w:rsidRDefault="00CA2C9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BC6500" w:rsidRPr="009F459D" w:rsidRDefault="00CA2C9F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(2)</w:t>
            </w:r>
          </w:p>
        </w:tc>
      </w:tr>
      <w:tr w:rsidR="002465FA" w:rsidRPr="009F459D" w:rsidTr="009E6FD7">
        <w:tc>
          <w:tcPr>
            <w:tcW w:w="777" w:type="dxa"/>
          </w:tcPr>
          <w:p w:rsidR="00BC6500" w:rsidRPr="009F459D" w:rsidRDefault="00CA2C9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3(b)</w:t>
            </w:r>
          </w:p>
        </w:tc>
        <w:tc>
          <w:tcPr>
            <w:tcW w:w="8222" w:type="dxa"/>
          </w:tcPr>
          <w:p w:rsidR="00CA2C9F" w:rsidRPr="009F459D" w:rsidRDefault="00CA2C9F" w:rsidP="00CA2C9F">
            <w:pPr>
              <w:spacing w:after="0" w:line="240" w:lineRule="auto"/>
              <w:rPr>
                <w:rFonts w:ascii="Arial" w:eastAsiaTheme="minorHAnsi" w:hAnsi="Arial" w:cs="Arial"/>
              </w:rPr>
            </w:pPr>
            <w:proofErr w:type="spellStart"/>
            <w:r w:rsidRPr="009F459D">
              <w:rPr>
                <w:rFonts w:ascii="Arial" w:eastAsiaTheme="minorHAnsi" w:hAnsi="Arial" w:cs="Arial"/>
              </w:rPr>
              <w:t>Factorise</w:t>
            </w:r>
            <w:proofErr w:type="spellEnd"/>
            <w:r w:rsidRPr="009F459D">
              <w:rPr>
                <w:rFonts w:ascii="Arial" w:eastAsiaTheme="minorHAnsi" w:hAnsi="Arial" w:cs="Arial"/>
              </w:rPr>
              <w:t>:</w:t>
            </w:r>
          </w:p>
          <w:p w:rsidR="00CA2C9F" w:rsidRPr="009F459D" w:rsidRDefault="00CA2C9F" w:rsidP="00CA2C9F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10x  - 25</w:t>
            </w:r>
          </w:p>
          <w:p w:rsidR="00BC6500" w:rsidRPr="009F459D" w:rsidRDefault="00BC6500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BC6500" w:rsidRPr="009F459D" w:rsidRDefault="00CA2C9F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(2)</w:t>
            </w:r>
          </w:p>
        </w:tc>
      </w:tr>
      <w:tr w:rsidR="00464F5F" w:rsidRPr="009F459D" w:rsidTr="009E6FD7">
        <w:tc>
          <w:tcPr>
            <w:tcW w:w="777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4(a)</w:t>
            </w:r>
          </w:p>
        </w:tc>
        <w:tc>
          <w:tcPr>
            <w:tcW w:w="8222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 xml:space="preserve">Simplify </w:t>
            </w:r>
          </w:p>
          <w:p w:rsidR="00464F5F" w:rsidRPr="009F459D" w:rsidRDefault="00464F5F" w:rsidP="00464F5F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x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 xml:space="preserve">3 </w:t>
            </w:r>
            <w:r w:rsidRPr="009F459D">
              <w:rPr>
                <w:rFonts w:ascii="Arial" w:eastAsiaTheme="minorHAnsi" w:hAnsi="Arial" w:cs="Arial"/>
              </w:rPr>
              <w:t>× x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>4</w:t>
            </w:r>
          </w:p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464F5F" w:rsidRPr="009F459D" w:rsidRDefault="00464F5F" w:rsidP="00464F5F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(1)</w:t>
            </w:r>
          </w:p>
        </w:tc>
      </w:tr>
      <w:tr w:rsidR="00464F5F" w:rsidRPr="009F459D" w:rsidTr="009E6FD7">
        <w:tc>
          <w:tcPr>
            <w:tcW w:w="777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4(b)</w:t>
            </w:r>
          </w:p>
        </w:tc>
        <w:tc>
          <w:tcPr>
            <w:tcW w:w="8222" w:type="dxa"/>
          </w:tcPr>
          <w:p w:rsidR="00464F5F" w:rsidRPr="009F459D" w:rsidRDefault="00464F5F" w:rsidP="00464F5F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 xml:space="preserve">Simplify </w:t>
            </w:r>
          </w:p>
          <w:p w:rsidR="00464F5F" w:rsidRPr="009F459D" w:rsidRDefault="00464F5F" w:rsidP="00464F5F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x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 xml:space="preserve">7 </w:t>
            </w:r>
            <w:r w:rsidRPr="009F459D">
              <w:rPr>
                <w:rFonts w:ascii="Arial" w:eastAsiaTheme="minorHAnsi" w:hAnsi="Arial" w:cs="Arial"/>
              </w:rPr>
              <w:t>÷ x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>2</w:t>
            </w:r>
          </w:p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464F5F" w:rsidRPr="009F459D" w:rsidRDefault="00464F5F" w:rsidP="00464F5F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(1)</w:t>
            </w:r>
          </w:p>
        </w:tc>
      </w:tr>
      <w:tr w:rsidR="00464F5F" w:rsidRPr="009F459D" w:rsidTr="009E6FD7">
        <w:tc>
          <w:tcPr>
            <w:tcW w:w="777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5(a)</w:t>
            </w:r>
          </w:p>
        </w:tc>
        <w:tc>
          <w:tcPr>
            <w:tcW w:w="8222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Expand and Simplify:</w:t>
            </w:r>
          </w:p>
          <w:p w:rsidR="00464F5F" w:rsidRPr="009F459D" w:rsidRDefault="00464F5F" w:rsidP="00CA2C9F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(x+4)(x-5)</w:t>
            </w:r>
          </w:p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464F5F" w:rsidRPr="009F459D" w:rsidRDefault="00464F5F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(3)</w:t>
            </w:r>
          </w:p>
        </w:tc>
      </w:tr>
      <w:tr w:rsidR="00464F5F" w:rsidRPr="009F459D" w:rsidTr="009E6FD7">
        <w:tc>
          <w:tcPr>
            <w:tcW w:w="777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5(b)</w:t>
            </w:r>
          </w:p>
        </w:tc>
        <w:tc>
          <w:tcPr>
            <w:tcW w:w="8222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Expand and Simplify</w:t>
            </w:r>
          </w:p>
          <w:p w:rsidR="00464F5F" w:rsidRPr="009F459D" w:rsidRDefault="00464F5F" w:rsidP="00CA2C9F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(x-3)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>2</w:t>
            </w:r>
          </w:p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464F5F" w:rsidRPr="009F459D" w:rsidRDefault="00464F5F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(3)</w:t>
            </w:r>
          </w:p>
        </w:tc>
      </w:tr>
      <w:tr w:rsidR="00464F5F" w:rsidRPr="009F459D" w:rsidTr="009E6FD7">
        <w:tc>
          <w:tcPr>
            <w:tcW w:w="777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6(a)</w:t>
            </w:r>
          </w:p>
        </w:tc>
        <w:tc>
          <w:tcPr>
            <w:tcW w:w="8222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 xml:space="preserve">A square of side </w:t>
            </w:r>
            <w:proofErr w:type="gramStart"/>
            <w:r w:rsidRPr="009F459D">
              <w:rPr>
                <w:rFonts w:ascii="Arial" w:eastAsiaTheme="minorHAnsi" w:hAnsi="Arial" w:cs="Arial"/>
              </w:rPr>
              <w:t>3x</w:t>
            </w:r>
            <w:proofErr w:type="gramEnd"/>
            <w:r w:rsidRPr="009F459D">
              <w:rPr>
                <w:rFonts w:ascii="Arial" w:eastAsiaTheme="minorHAnsi" w:hAnsi="Arial" w:cs="Arial"/>
              </w:rPr>
              <w:t xml:space="preserve"> has the same perimeter as a rectangle length 3x+1 and width 2x.</w:t>
            </w:r>
          </w:p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 xml:space="preserve">Form an equation in x and solve it to find the </w:t>
            </w:r>
            <w:r w:rsidRPr="009F459D">
              <w:rPr>
                <w:rFonts w:ascii="Arial" w:eastAsiaTheme="minorHAnsi" w:hAnsi="Arial" w:cs="Arial"/>
                <w:b/>
              </w:rPr>
              <w:t>area</w:t>
            </w:r>
            <w:r w:rsidRPr="009F459D">
              <w:rPr>
                <w:rFonts w:ascii="Arial" w:eastAsiaTheme="minorHAnsi" w:hAnsi="Arial" w:cs="Arial"/>
              </w:rPr>
              <w:t xml:space="preserve"> of the square.</w:t>
            </w:r>
          </w:p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464F5F" w:rsidRPr="009F459D" w:rsidRDefault="00464F5F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(3)</w:t>
            </w:r>
          </w:p>
        </w:tc>
      </w:tr>
      <w:tr w:rsidR="00464F5F" w:rsidRPr="009F459D" w:rsidTr="009E6FD7">
        <w:tc>
          <w:tcPr>
            <w:tcW w:w="777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6(b)</w:t>
            </w:r>
          </w:p>
        </w:tc>
        <w:tc>
          <w:tcPr>
            <w:tcW w:w="8222" w:type="dxa"/>
          </w:tcPr>
          <w:p w:rsidR="00464F5F" w:rsidRPr="009F459D" w:rsidRDefault="00464F5F" w:rsidP="005F1677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An equilateral triangle with side 2x+1 has the same perimeter as a rectangle length 4x and width x+0.5.</w:t>
            </w:r>
          </w:p>
          <w:p w:rsidR="00464F5F" w:rsidRPr="009F459D" w:rsidRDefault="00464F5F" w:rsidP="005F1677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 xml:space="preserve">Form an equation in x and solve it to find the </w:t>
            </w:r>
            <w:r w:rsidRPr="009F459D">
              <w:rPr>
                <w:rFonts w:ascii="Arial" w:eastAsiaTheme="minorHAnsi" w:hAnsi="Arial" w:cs="Arial"/>
                <w:b/>
              </w:rPr>
              <w:t>area</w:t>
            </w:r>
            <w:r w:rsidRPr="009F459D">
              <w:rPr>
                <w:rFonts w:ascii="Arial" w:eastAsiaTheme="minorHAnsi" w:hAnsi="Arial" w:cs="Arial"/>
              </w:rPr>
              <w:t xml:space="preserve"> of the rectangle.</w:t>
            </w:r>
          </w:p>
          <w:p w:rsidR="00464F5F" w:rsidRPr="009F459D" w:rsidRDefault="00464F5F" w:rsidP="005F1677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464F5F" w:rsidRPr="009F459D" w:rsidRDefault="00464F5F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(3)</w:t>
            </w:r>
          </w:p>
        </w:tc>
      </w:tr>
      <w:tr w:rsidR="00464F5F" w:rsidRPr="009F459D" w:rsidTr="009E6FD7">
        <w:tc>
          <w:tcPr>
            <w:tcW w:w="777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7(a)</w:t>
            </w:r>
          </w:p>
        </w:tc>
        <w:tc>
          <w:tcPr>
            <w:tcW w:w="8222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Solve</w:t>
            </w:r>
          </w:p>
          <w:p w:rsidR="00464F5F" w:rsidRPr="009F459D" w:rsidRDefault="00464F5F" w:rsidP="00EF2FB4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5x+4 = 2x+25</w:t>
            </w:r>
          </w:p>
        </w:tc>
        <w:tc>
          <w:tcPr>
            <w:tcW w:w="1415" w:type="dxa"/>
            <w:vAlign w:val="bottom"/>
          </w:tcPr>
          <w:p w:rsidR="00464F5F" w:rsidRPr="009F459D" w:rsidRDefault="00464F5F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(2)</w:t>
            </w:r>
          </w:p>
        </w:tc>
      </w:tr>
      <w:tr w:rsidR="00464F5F" w:rsidRPr="009F459D" w:rsidTr="009E6FD7">
        <w:tc>
          <w:tcPr>
            <w:tcW w:w="777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7(b)</w:t>
            </w:r>
          </w:p>
        </w:tc>
        <w:tc>
          <w:tcPr>
            <w:tcW w:w="8222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Solve</w:t>
            </w:r>
          </w:p>
          <w:p w:rsidR="00464F5F" w:rsidRPr="009F459D" w:rsidRDefault="00464F5F" w:rsidP="00EF2FB4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3y+17 = 7y-15</w:t>
            </w:r>
          </w:p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464F5F" w:rsidRPr="009F459D" w:rsidRDefault="00464F5F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(2)</w:t>
            </w:r>
          </w:p>
        </w:tc>
      </w:tr>
      <w:tr w:rsidR="00464F5F" w:rsidRPr="009F459D" w:rsidTr="009E6FD7">
        <w:tc>
          <w:tcPr>
            <w:tcW w:w="777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8(a)</w:t>
            </w:r>
          </w:p>
        </w:tc>
        <w:tc>
          <w:tcPr>
            <w:tcW w:w="8222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 xml:space="preserve">Solve by </w:t>
            </w:r>
            <w:proofErr w:type="spellStart"/>
            <w:r w:rsidRPr="009F459D">
              <w:rPr>
                <w:rFonts w:ascii="Arial" w:eastAsiaTheme="minorHAnsi" w:hAnsi="Arial" w:cs="Arial"/>
              </w:rPr>
              <w:t>factorising</w:t>
            </w:r>
            <w:proofErr w:type="spellEnd"/>
            <w:r w:rsidRPr="009F459D">
              <w:rPr>
                <w:rFonts w:ascii="Arial" w:eastAsiaTheme="minorHAnsi" w:hAnsi="Arial" w:cs="Arial"/>
              </w:rPr>
              <w:t>:</w:t>
            </w:r>
          </w:p>
          <w:p w:rsidR="00464F5F" w:rsidRPr="009F459D" w:rsidRDefault="00464F5F" w:rsidP="00EF2FB4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lastRenderedPageBreak/>
              <w:t>a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 xml:space="preserve">2 </w:t>
            </w:r>
            <w:r w:rsidRPr="009F459D">
              <w:rPr>
                <w:rFonts w:ascii="Arial" w:eastAsiaTheme="minorHAnsi" w:hAnsi="Arial" w:cs="Arial"/>
              </w:rPr>
              <w:t>- 7a + 10 = 0</w:t>
            </w:r>
          </w:p>
          <w:p w:rsidR="00464F5F" w:rsidRPr="009F459D" w:rsidRDefault="00464F5F" w:rsidP="00EF2FB4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464F5F" w:rsidRPr="009F459D" w:rsidRDefault="00464F5F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lastRenderedPageBreak/>
              <w:t>(3)</w:t>
            </w:r>
          </w:p>
        </w:tc>
      </w:tr>
      <w:tr w:rsidR="00464F5F" w:rsidRPr="009F459D" w:rsidTr="009E6FD7">
        <w:tc>
          <w:tcPr>
            <w:tcW w:w="777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lastRenderedPageBreak/>
              <w:t>8(b)</w:t>
            </w:r>
          </w:p>
        </w:tc>
        <w:tc>
          <w:tcPr>
            <w:tcW w:w="8222" w:type="dxa"/>
          </w:tcPr>
          <w:p w:rsidR="00464F5F" w:rsidRPr="009F459D" w:rsidRDefault="00464F5F" w:rsidP="00EF2FB4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 xml:space="preserve">Solve by </w:t>
            </w:r>
            <w:proofErr w:type="spellStart"/>
            <w:r w:rsidRPr="009F459D">
              <w:rPr>
                <w:rFonts w:ascii="Arial" w:eastAsiaTheme="minorHAnsi" w:hAnsi="Arial" w:cs="Arial"/>
              </w:rPr>
              <w:t>factorising</w:t>
            </w:r>
            <w:proofErr w:type="spellEnd"/>
            <w:r w:rsidRPr="009F459D">
              <w:rPr>
                <w:rFonts w:ascii="Arial" w:eastAsiaTheme="minorHAnsi" w:hAnsi="Arial" w:cs="Arial"/>
              </w:rPr>
              <w:t>:</w:t>
            </w:r>
          </w:p>
          <w:p w:rsidR="00464F5F" w:rsidRPr="009F459D" w:rsidRDefault="00464F5F" w:rsidP="00EF2FB4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w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 xml:space="preserve">2 </w:t>
            </w:r>
            <w:r w:rsidRPr="009F459D">
              <w:rPr>
                <w:rFonts w:ascii="Arial" w:eastAsiaTheme="minorHAnsi" w:hAnsi="Arial" w:cs="Arial"/>
              </w:rPr>
              <w:t>– w – 12 =0</w:t>
            </w:r>
          </w:p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464F5F" w:rsidRPr="009F459D" w:rsidRDefault="00464F5F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(3)</w:t>
            </w:r>
          </w:p>
        </w:tc>
      </w:tr>
      <w:tr w:rsidR="00464F5F" w:rsidRPr="009F459D" w:rsidTr="009E6FD7">
        <w:tc>
          <w:tcPr>
            <w:tcW w:w="777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9(a)</w:t>
            </w:r>
          </w:p>
        </w:tc>
        <w:tc>
          <w:tcPr>
            <w:tcW w:w="8222" w:type="dxa"/>
          </w:tcPr>
          <w:p w:rsidR="00464F5F" w:rsidRPr="009F459D" w:rsidRDefault="00464F5F" w:rsidP="00C46BDE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Simplify:</w:t>
            </w:r>
          </w:p>
          <w:p w:rsidR="00464F5F" w:rsidRPr="009F459D" w:rsidRDefault="00464F5F" w:rsidP="00C46BDE">
            <w:pPr>
              <w:spacing w:after="0" w:line="240" w:lineRule="auto"/>
              <w:jc w:val="center"/>
              <w:rPr>
                <w:rFonts w:ascii="Arial" w:eastAsiaTheme="minorHAnsi" w:hAnsi="Arial" w:cs="Arial"/>
                <w:vertAlign w:val="superscript"/>
              </w:rPr>
            </w:pPr>
            <w:r w:rsidRPr="009F459D">
              <w:rPr>
                <w:rFonts w:ascii="Arial" w:eastAsiaTheme="minorHAnsi" w:hAnsi="Arial" w:cs="Arial"/>
              </w:rPr>
              <w:t>49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>1/2</w:t>
            </w:r>
          </w:p>
          <w:p w:rsidR="00464F5F" w:rsidRPr="009F459D" w:rsidRDefault="00464F5F" w:rsidP="00C46BDE">
            <w:pPr>
              <w:spacing w:after="0" w:line="240" w:lineRule="auto"/>
              <w:rPr>
                <w:rFonts w:ascii="Arial" w:eastAsiaTheme="minorHAnsi" w:hAnsi="Arial" w:cs="Arial"/>
                <w:vertAlign w:val="superscript"/>
              </w:rPr>
            </w:pPr>
          </w:p>
        </w:tc>
        <w:tc>
          <w:tcPr>
            <w:tcW w:w="1415" w:type="dxa"/>
            <w:vAlign w:val="bottom"/>
          </w:tcPr>
          <w:p w:rsidR="00464F5F" w:rsidRPr="009F459D" w:rsidRDefault="00464F5F" w:rsidP="00C46BDE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(2)</w:t>
            </w:r>
          </w:p>
        </w:tc>
      </w:tr>
      <w:tr w:rsidR="00464F5F" w:rsidRPr="009F459D" w:rsidTr="009E6FD7">
        <w:tc>
          <w:tcPr>
            <w:tcW w:w="777" w:type="dxa"/>
          </w:tcPr>
          <w:p w:rsidR="00464F5F" w:rsidRPr="009F459D" w:rsidRDefault="00464F5F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9(b)</w:t>
            </w:r>
          </w:p>
        </w:tc>
        <w:tc>
          <w:tcPr>
            <w:tcW w:w="8222" w:type="dxa"/>
          </w:tcPr>
          <w:p w:rsidR="00464F5F" w:rsidRPr="009F459D" w:rsidRDefault="00464F5F" w:rsidP="00C46BDE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Simplify:</w:t>
            </w:r>
          </w:p>
          <w:p w:rsidR="00464F5F" w:rsidRPr="009F459D" w:rsidRDefault="00464F5F" w:rsidP="00C46BDE">
            <w:pPr>
              <w:spacing w:after="0" w:line="240" w:lineRule="auto"/>
              <w:jc w:val="center"/>
              <w:rPr>
                <w:rFonts w:ascii="Arial" w:eastAsiaTheme="minorHAnsi" w:hAnsi="Arial" w:cs="Arial"/>
                <w:vertAlign w:val="superscript"/>
              </w:rPr>
            </w:pPr>
            <w:r w:rsidRPr="009F459D">
              <w:rPr>
                <w:rFonts w:ascii="Arial" w:eastAsiaTheme="minorHAnsi" w:hAnsi="Arial" w:cs="Arial"/>
              </w:rPr>
              <w:t>16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>-3/2</w:t>
            </w:r>
          </w:p>
          <w:p w:rsidR="00464F5F" w:rsidRPr="009F459D" w:rsidRDefault="00464F5F" w:rsidP="00C46BDE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464F5F" w:rsidRPr="009F459D" w:rsidRDefault="00464F5F" w:rsidP="00C46BDE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(2)</w:t>
            </w:r>
          </w:p>
        </w:tc>
      </w:tr>
      <w:tr w:rsidR="008640EC" w:rsidRPr="009F459D" w:rsidTr="009E6FD7">
        <w:tc>
          <w:tcPr>
            <w:tcW w:w="777" w:type="dxa"/>
          </w:tcPr>
          <w:p w:rsidR="008640EC" w:rsidRPr="009F459D" w:rsidRDefault="008640EC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10(a)</w:t>
            </w:r>
          </w:p>
        </w:tc>
        <w:tc>
          <w:tcPr>
            <w:tcW w:w="8222" w:type="dxa"/>
          </w:tcPr>
          <w:p w:rsidR="008640EC" w:rsidRPr="009F459D" w:rsidRDefault="008640EC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proofErr w:type="spellStart"/>
            <w:r w:rsidRPr="009F459D">
              <w:rPr>
                <w:rFonts w:ascii="Arial" w:eastAsiaTheme="minorHAnsi" w:hAnsi="Arial" w:cs="Arial"/>
              </w:rPr>
              <w:t>Factorise</w:t>
            </w:r>
            <w:proofErr w:type="spellEnd"/>
            <w:r w:rsidRPr="009F459D">
              <w:rPr>
                <w:rFonts w:ascii="Arial" w:eastAsiaTheme="minorHAnsi" w:hAnsi="Arial" w:cs="Arial"/>
              </w:rPr>
              <w:t>:</w:t>
            </w:r>
          </w:p>
          <w:p w:rsidR="008640EC" w:rsidRPr="009F459D" w:rsidRDefault="008640EC" w:rsidP="00122854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4a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>2</w:t>
            </w:r>
            <w:r w:rsidRPr="009F459D">
              <w:rPr>
                <w:rFonts w:ascii="Arial" w:eastAsiaTheme="minorHAnsi" w:hAnsi="Arial" w:cs="Arial"/>
              </w:rPr>
              <w:t>b – 10ab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>2</w:t>
            </w:r>
          </w:p>
          <w:p w:rsidR="008640EC" w:rsidRPr="009F459D" w:rsidRDefault="008640EC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8640EC" w:rsidRPr="009F459D" w:rsidRDefault="008640EC" w:rsidP="009267CD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(2)</w:t>
            </w:r>
          </w:p>
        </w:tc>
      </w:tr>
      <w:tr w:rsidR="008640EC" w:rsidRPr="009F459D" w:rsidTr="009E6FD7">
        <w:tc>
          <w:tcPr>
            <w:tcW w:w="777" w:type="dxa"/>
          </w:tcPr>
          <w:p w:rsidR="008640EC" w:rsidRPr="009F459D" w:rsidRDefault="008640EC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10(b)</w:t>
            </w:r>
          </w:p>
        </w:tc>
        <w:tc>
          <w:tcPr>
            <w:tcW w:w="8222" w:type="dxa"/>
          </w:tcPr>
          <w:p w:rsidR="008640EC" w:rsidRPr="009F459D" w:rsidRDefault="008640EC" w:rsidP="00122854">
            <w:pPr>
              <w:spacing w:after="0" w:line="240" w:lineRule="auto"/>
              <w:rPr>
                <w:rFonts w:ascii="Arial" w:eastAsiaTheme="minorHAnsi" w:hAnsi="Arial" w:cs="Arial"/>
              </w:rPr>
            </w:pPr>
            <w:proofErr w:type="spellStart"/>
            <w:r w:rsidRPr="009F459D">
              <w:rPr>
                <w:rFonts w:ascii="Arial" w:eastAsiaTheme="minorHAnsi" w:hAnsi="Arial" w:cs="Arial"/>
              </w:rPr>
              <w:t>Factorise</w:t>
            </w:r>
            <w:proofErr w:type="spellEnd"/>
            <w:r w:rsidRPr="009F459D">
              <w:rPr>
                <w:rFonts w:ascii="Arial" w:eastAsiaTheme="minorHAnsi" w:hAnsi="Arial" w:cs="Arial"/>
              </w:rPr>
              <w:t>:</w:t>
            </w:r>
          </w:p>
          <w:p w:rsidR="008640EC" w:rsidRPr="009F459D" w:rsidRDefault="008640EC" w:rsidP="008640EC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22pq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>3</w:t>
            </w:r>
            <w:r w:rsidRPr="009F459D">
              <w:rPr>
                <w:rFonts w:ascii="Arial" w:eastAsiaTheme="minorHAnsi" w:hAnsi="Arial" w:cs="Arial"/>
              </w:rPr>
              <w:t>+55p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>2</w:t>
            </w:r>
            <w:r w:rsidRPr="009F459D">
              <w:rPr>
                <w:rFonts w:ascii="Arial" w:eastAsiaTheme="minorHAnsi" w:hAnsi="Arial" w:cs="Arial"/>
              </w:rPr>
              <w:t>q</w:t>
            </w:r>
          </w:p>
          <w:p w:rsidR="008640EC" w:rsidRPr="009F459D" w:rsidRDefault="008640EC" w:rsidP="008640EC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8640EC" w:rsidRPr="009F459D" w:rsidRDefault="008640EC" w:rsidP="009267CD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(2)</w:t>
            </w:r>
          </w:p>
        </w:tc>
      </w:tr>
      <w:tr w:rsidR="008640EC" w:rsidRPr="009F459D" w:rsidTr="009E6FD7">
        <w:tc>
          <w:tcPr>
            <w:tcW w:w="777" w:type="dxa"/>
          </w:tcPr>
          <w:p w:rsidR="008640EC" w:rsidRPr="009F459D" w:rsidRDefault="008640EC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11(a)</w:t>
            </w:r>
          </w:p>
        </w:tc>
        <w:tc>
          <w:tcPr>
            <w:tcW w:w="8222" w:type="dxa"/>
          </w:tcPr>
          <w:p w:rsidR="008640EC" w:rsidRPr="009F459D" w:rsidRDefault="008640EC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Simplify</w:t>
            </w:r>
          </w:p>
          <w:p w:rsidR="008640EC" w:rsidRPr="009F459D" w:rsidRDefault="00BD55C2" w:rsidP="008640EC">
            <w:pPr>
              <w:spacing w:after="0" w:line="240" w:lineRule="auto"/>
              <w:rPr>
                <w:rFonts w:ascii="Arial" w:eastAsiaTheme="minorEastAsia" w:hAnsi="Arial" w:cs="Arial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HAnsi" w:hAnsi="Cambria Math" w:cs="Arial"/>
                      </w:rPr>
                      <m:t>7(2x+1)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HAnsi" w:hAnsi="Cambria Math" w:cs="Arial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HAnsi" w:hAnsi="Cambria Math" w:cs="Arial"/>
                          </w:rPr>
                          <m:t>(2x+1)</m:t>
                        </m:r>
                      </m:e>
                      <m:sup>
                        <m:r>
                          <w:rPr>
                            <w:rFonts w:ascii="Cambria Math" w:eastAsiaTheme="minorHAnsi" w:hAnsi="Cambria Math" w:cs="Arial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8640EC" w:rsidRPr="009F459D" w:rsidRDefault="008640EC" w:rsidP="008640EC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8640EC" w:rsidRPr="009F459D" w:rsidRDefault="008640EC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(2)</w:t>
            </w:r>
          </w:p>
        </w:tc>
      </w:tr>
      <w:tr w:rsidR="008640EC" w:rsidRPr="009F459D" w:rsidTr="009E6FD7">
        <w:tc>
          <w:tcPr>
            <w:tcW w:w="777" w:type="dxa"/>
          </w:tcPr>
          <w:p w:rsidR="008640EC" w:rsidRPr="009F459D" w:rsidRDefault="008640EC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11(b)</w:t>
            </w:r>
          </w:p>
        </w:tc>
        <w:tc>
          <w:tcPr>
            <w:tcW w:w="8222" w:type="dxa"/>
          </w:tcPr>
          <w:p w:rsidR="008640EC" w:rsidRPr="009F459D" w:rsidRDefault="008640EC" w:rsidP="00B2009D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Simplify</w:t>
            </w:r>
          </w:p>
          <w:p w:rsidR="008640EC" w:rsidRPr="009F459D" w:rsidRDefault="00BD55C2" w:rsidP="00B2009D">
            <w:pPr>
              <w:spacing w:after="0" w:line="240" w:lineRule="auto"/>
              <w:rPr>
                <w:rFonts w:ascii="Arial" w:eastAsiaTheme="minorEastAsia" w:hAnsi="Arial" w:cs="Ari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HAnsi" w:hAnsi="Cambria Math" w:cs="Arial"/>
                      </w:rPr>
                      <m:t>3x+9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HAnsi" w:hAnsi="Cambria Math" w:cs="Arial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HAnsi" w:hAnsi="Cambria Math" w:cs="Arial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HAnsi" w:hAnsi="Cambria Math" w:cs="Arial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HAnsi" w:hAnsi="Cambria Math" w:cs="Arial"/>
                      </w:rPr>
                      <m:t>+5x+6</m:t>
                    </m:r>
                  </m:den>
                </m:f>
              </m:oMath>
            </m:oMathPara>
          </w:p>
          <w:p w:rsidR="008640EC" w:rsidRPr="009F459D" w:rsidRDefault="008640EC" w:rsidP="00B2009D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8640EC" w:rsidRPr="009F459D" w:rsidRDefault="008640EC" w:rsidP="00B2009D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(2)</w:t>
            </w:r>
          </w:p>
        </w:tc>
      </w:tr>
      <w:tr w:rsidR="008640EC" w:rsidRPr="009F459D" w:rsidTr="009E6FD7">
        <w:tc>
          <w:tcPr>
            <w:tcW w:w="777" w:type="dxa"/>
          </w:tcPr>
          <w:p w:rsidR="008640EC" w:rsidRPr="009F459D" w:rsidRDefault="009E6FD7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12(a)</w:t>
            </w:r>
          </w:p>
        </w:tc>
        <w:tc>
          <w:tcPr>
            <w:tcW w:w="8222" w:type="dxa"/>
          </w:tcPr>
          <w:p w:rsidR="006F2415" w:rsidRPr="009F459D" w:rsidRDefault="006B147D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 xml:space="preserve">Solve  </w:t>
            </w:r>
          </w:p>
          <w:p w:rsidR="006B147D" w:rsidRPr="009F459D" w:rsidRDefault="006F2415" w:rsidP="006F2415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position w:val="-24"/>
              </w:rPr>
              <w:object w:dxaOrig="13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34.5pt" o:ole="">
                  <v:imagedata r:id="rId7" o:title=""/>
                </v:shape>
                <o:OLEObject Type="Embed" ProgID="Equation.DSMT4" ShapeID="_x0000_i1025" DrawAspect="Content" ObjectID="_1422448665" r:id="rId8"/>
              </w:object>
            </w:r>
          </w:p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6"/>
              <w:gridCol w:w="6"/>
              <w:gridCol w:w="6"/>
            </w:tblGrid>
            <w:tr w:rsidR="006B147D" w:rsidRPr="006B147D" w:rsidTr="006B147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B147D" w:rsidRPr="006B147D" w:rsidRDefault="006B147D" w:rsidP="006B147D">
                  <w:pPr>
                    <w:spacing w:after="0" w:line="240" w:lineRule="auto"/>
                    <w:rPr>
                      <w:rFonts w:ascii="Garamond" w:eastAsia="Times New Roman" w:hAnsi="Garamond"/>
                      <w:color w:val="000066"/>
                    </w:rPr>
                  </w:pPr>
                  <w:bookmarkStart w:id="0" w:name="clear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B147D" w:rsidRPr="006B147D" w:rsidRDefault="006B147D" w:rsidP="006B147D">
                  <w:pPr>
                    <w:spacing w:after="0" w:line="240" w:lineRule="auto"/>
                    <w:rPr>
                      <w:rFonts w:ascii="Garamond" w:eastAsia="Times New Roman" w:hAnsi="Garamond"/>
                      <w:color w:val="000066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147D" w:rsidRPr="006B147D" w:rsidRDefault="006B147D" w:rsidP="006B147D">
                  <w:pPr>
                    <w:spacing w:after="0" w:line="240" w:lineRule="auto"/>
                    <w:rPr>
                      <w:rFonts w:ascii="Garamond" w:eastAsia="Times New Roman" w:hAnsi="Garamond"/>
                      <w:color w:val="000066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147D" w:rsidRPr="006B147D" w:rsidRDefault="006B147D" w:rsidP="006B147D">
                  <w:pPr>
                    <w:spacing w:after="0" w:line="240" w:lineRule="auto"/>
                    <w:rPr>
                      <w:rFonts w:ascii="Garamond" w:eastAsia="Times New Roman" w:hAnsi="Garamond"/>
                      <w:color w:val="000066"/>
                    </w:rPr>
                  </w:pPr>
                </w:p>
              </w:tc>
            </w:tr>
            <w:bookmarkEnd w:id="0"/>
          </w:tbl>
          <w:p w:rsidR="008640EC" w:rsidRPr="009F459D" w:rsidRDefault="008640EC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8640EC" w:rsidRPr="009F459D" w:rsidRDefault="00165298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(4)</w:t>
            </w:r>
          </w:p>
        </w:tc>
      </w:tr>
      <w:tr w:rsidR="008640EC" w:rsidRPr="009F459D" w:rsidTr="009E6FD7">
        <w:tc>
          <w:tcPr>
            <w:tcW w:w="777" w:type="dxa"/>
          </w:tcPr>
          <w:p w:rsidR="008640EC" w:rsidRPr="009F459D" w:rsidRDefault="009E6FD7" w:rsidP="009E6FD7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12(b)</w:t>
            </w:r>
          </w:p>
        </w:tc>
        <w:tc>
          <w:tcPr>
            <w:tcW w:w="8222" w:type="dxa"/>
          </w:tcPr>
          <w:p w:rsidR="006B147D" w:rsidRPr="009F459D" w:rsidRDefault="006B147D" w:rsidP="00165298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Solve this equation</w:t>
            </w:r>
          </w:p>
          <w:p w:rsidR="00165298" w:rsidRPr="009F459D" w:rsidRDefault="00165298" w:rsidP="00165298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position w:val="-24"/>
              </w:rPr>
              <w:object w:dxaOrig="1340" w:dyaOrig="620">
                <v:shape id="_x0000_i1026" type="#_x0000_t75" style="width:78pt;height:36pt" o:ole="">
                  <v:imagedata r:id="rId9" o:title=""/>
                </v:shape>
                <o:OLEObject Type="Embed" ProgID="Equation.DSMT4" ShapeID="_x0000_i1026" DrawAspect="Content" ObjectID="_1422448666" r:id="rId10"/>
              </w:object>
            </w:r>
          </w:p>
        </w:tc>
        <w:tc>
          <w:tcPr>
            <w:tcW w:w="1415" w:type="dxa"/>
            <w:vAlign w:val="bottom"/>
          </w:tcPr>
          <w:p w:rsidR="008640EC" w:rsidRPr="009F459D" w:rsidRDefault="00165298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(4)</w:t>
            </w:r>
          </w:p>
        </w:tc>
      </w:tr>
      <w:tr w:rsidR="008640EC" w:rsidRPr="009F459D" w:rsidTr="009E6FD7">
        <w:tc>
          <w:tcPr>
            <w:tcW w:w="777" w:type="dxa"/>
          </w:tcPr>
          <w:p w:rsidR="008640EC" w:rsidRPr="009F459D" w:rsidRDefault="009E6FD7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13(a)</w:t>
            </w:r>
          </w:p>
        </w:tc>
        <w:tc>
          <w:tcPr>
            <w:tcW w:w="8222" w:type="dxa"/>
          </w:tcPr>
          <w:p w:rsidR="006F2415" w:rsidRPr="009F459D" w:rsidRDefault="006F2415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proofErr w:type="spellStart"/>
            <w:r w:rsidRPr="009F459D">
              <w:rPr>
                <w:rFonts w:ascii="Arial" w:eastAsiaTheme="minorHAnsi" w:hAnsi="Arial" w:cs="Arial"/>
              </w:rPr>
              <w:t>Factorise</w:t>
            </w:r>
            <w:proofErr w:type="spellEnd"/>
            <w:r w:rsidRPr="009F459D">
              <w:rPr>
                <w:rFonts w:ascii="Arial" w:eastAsiaTheme="minorHAnsi" w:hAnsi="Arial" w:cs="Arial"/>
              </w:rPr>
              <w:t>:</w:t>
            </w:r>
          </w:p>
          <w:p w:rsidR="00F946B4" w:rsidRPr="009F459D" w:rsidRDefault="006F2415" w:rsidP="006F2415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3x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 xml:space="preserve">2 </w:t>
            </w:r>
            <w:r w:rsidRPr="009F459D">
              <w:rPr>
                <w:rFonts w:ascii="Arial" w:eastAsiaTheme="minorHAnsi" w:hAnsi="Arial" w:cs="Arial"/>
              </w:rPr>
              <w:t xml:space="preserve">- 7x + 2 </w:t>
            </w:r>
          </w:p>
        </w:tc>
        <w:tc>
          <w:tcPr>
            <w:tcW w:w="1415" w:type="dxa"/>
            <w:vAlign w:val="bottom"/>
          </w:tcPr>
          <w:p w:rsidR="008640EC" w:rsidRPr="009F459D" w:rsidRDefault="006F241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(2)</w:t>
            </w:r>
          </w:p>
        </w:tc>
      </w:tr>
      <w:tr w:rsidR="008640EC" w:rsidRPr="009F459D" w:rsidTr="009E6FD7">
        <w:tc>
          <w:tcPr>
            <w:tcW w:w="777" w:type="dxa"/>
          </w:tcPr>
          <w:p w:rsidR="008640EC" w:rsidRPr="009F459D" w:rsidRDefault="009E6FD7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13(b)</w:t>
            </w:r>
          </w:p>
        </w:tc>
        <w:tc>
          <w:tcPr>
            <w:tcW w:w="8222" w:type="dxa"/>
          </w:tcPr>
          <w:p w:rsidR="008640EC" w:rsidRPr="009F459D" w:rsidRDefault="006F2415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proofErr w:type="spellStart"/>
            <w:r w:rsidRPr="009F459D">
              <w:rPr>
                <w:rFonts w:ascii="Arial" w:eastAsiaTheme="minorHAnsi" w:hAnsi="Arial" w:cs="Arial"/>
              </w:rPr>
              <w:t>Factorise</w:t>
            </w:r>
            <w:proofErr w:type="spellEnd"/>
            <w:r w:rsidRPr="009F459D">
              <w:rPr>
                <w:rFonts w:ascii="Arial" w:eastAsiaTheme="minorHAnsi" w:hAnsi="Arial" w:cs="Arial"/>
              </w:rPr>
              <w:t>:</w:t>
            </w:r>
          </w:p>
          <w:p w:rsidR="006F2415" w:rsidRPr="009F459D" w:rsidRDefault="006F2415" w:rsidP="006F2415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6x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 xml:space="preserve">2 </w:t>
            </w:r>
            <w:r w:rsidRPr="009F459D">
              <w:rPr>
                <w:rFonts w:ascii="Arial" w:eastAsiaTheme="minorHAnsi" w:hAnsi="Arial" w:cs="Arial"/>
              </w:rPr>
              <w:t>+ 5x + 1</w:t>
            </w:r>
          </w:p>
        </w:tc>
        <w:tc>
          <w:tcPr>
            <w:tcW w:w="1415" w:type="dxa"/>
            <w:vAlign w:val="bottom"/>
          </w:tcPr>
          <w:p w:rsidR="008640EC" w:rsidRPr="009F459D" w:rsidRDefault="006F2415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(2)</w:t>
            </w:r>
          </w:p>
        </w:tc>
      </w:tr>
      <w:tr w:rsidR="009E6FD7" w:rsidRPr="009F459D" w:rsidTr="009E6FD7">
        <w:tc>
          <w:tcPr>
            <w:tcW w:w="777" w:type="dxa"/>
          </w:tcPr>
          <w:p w:rsidR="009E6FD7" w:rsidRPr="009F459D" w:rsidRDefault="009E6FD7" w:rsidP="00356565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14(a)</w:t>
            </w:r>
          </w:p>
        </w:tc>
        <w:tc>
          <w:tcPr>
            <w:tcW w:w="8222" w:type="dxa"/>
          </w:tcPr>
          <w:p w:rsidR="009E6FD7" w:rsidRPr="009F459D" w:rsidRDefault="009E6FD7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Write in the form (x + a)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>2</w:t>
            </w:r>
            <w:r w:rsidRPr="009F459D">
              <w:rPr>
                <w:rFonts w:ascii="Arial" w:eastAsiaTheme="minorHAnsi" w:hAnsi="Arial" w:cs="Arial"/>
              </w:rPr>
              <w:t xml:space="preserve"> + b</w:t>
            </w:r>
          </w:p>
          <w:p w:rsidR="009E6FD7" w:rsidRPr="009F459D" w:rsidRDefault="009E6FD7" w:rsidP="009E6FD7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x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>2</w:t>
            </w:r>
            <w:r w:rsidRPr="009F459D">
              <w:rPr>
                <w:rFonts w:ascii="Arial" w:eastAsiaTheme="minorHAnsi" w:hAnsi="Arial" w:cs="Arial"/>
              </w:rPr>
              <w:t xml:space="preserve"> + 8x +3</w:t>
            </w:r>
          </w:p>
          <w:p w:rsidR="009E6FD7" w:rsidRPr="009F459D" w:rsidRDefault="009E6FD7" w:rsidP="009E6FD7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</w:p>
          <w:p w:rsidR="009E6FD7" w:rsidRDefault="009E6FD7" w:rsidP="009F459D">
            <w:pPr>
              <w:spacing w:after="0" w:line="240" w:lineRule="auto"/>
              <w:rPr>
                <w:rFonts w:ascii="Arial" w:eastAsiaTheme="minorHAnsi" w:hAnsi="Arial" w:cs="Arial"/>
                <w:i/>
                <w:sz w:val="18"/>
                <w:szCs w:val="18"/>
              </w:rPr>
            </w:pPr>
            <w:r w:rsidRPr="009F459D">
              <w:rPr>
                <w:rFonts w:ascii="Arial" w:eastAsiaTheme="minorHAnsi" w:hAnsi="Arial" w:cs="Arial"/>
                <w:i/>
                <w:sz w:val="18"/>
                <w:szCs w:val="18"/>
              </w:rPr>
              <w:t>(This is a common way of asking you to complete the square)</w:t>
            </w:r>
          </w:p>
          <w:p w:rsidR="009F459D" w:rsidRPr="009F459D" w:rsidRDefault="009F459D" w:rsidP="009F459D">
            <w:pPr>
              <w:spacing w:after="0" w:line="240" w:lineRule="auto"/>
              <w:rPr>
                <w:rFonts w:ascii="Arial" w:eastAsiaTheme="minorHAnsi" w:hAnsi="Arial" w:cs="Arial"/>
                <w:i/>
              </w:rPr>
            </w:pPr>
          </w:p>
        </w:tc>
        <w:tc>
          <w:tcPr>
            <w:tcW w:w="1415" w:type="dxa"/>
            <w:vAlign w:val="bottom"/>
          </w:tcPr>
          <w:p w:rsidR="009E6FD7" w:rsidRPr="009F459D" w:rsidRDefault="009E6FD7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(3)</w:t>
            </w:r>
          </w:p>
        </w:tc>
      </w:tr>
      <w:tr w:rsidR="009E6FD7" w:rsidRPr="009F459D" w:rsidTr="009E6FD7">
        <w:tc>
          <w:tcPr>
            <w:tcW w:w="777" w:type="dxa"/>
          </w:tcPr>
          <w:p w:rsidR="009E6FD7" w:rsidRPr="009F459D" w:rsidRDefault="009E6FD7" w:rsidP="00356565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14(b)</w:t>
            </w:r>
          </w:p>
        </w:tc>
        <w:tc>
          <w:tcPr>
            <w:tcW w:w="8222" w:type="dxa"/>
          </w:tcPr>
          <w:p w:rsidR="009E6FD7" w:rsidRPr="009F459D" w:rsidRDefault="009E6FD7" w:rsidP="009E6FD7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Write in the form (x + a)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>2</w:t>
            </w:r>
            <w:r w:rsidRPr="009F459D">
              <w:rPr>
                <w:rFonts w:ascii="Arial" w:eastAsiaTheme="minorHAnsi" w:hAnsi="Arial" w:cs="Arial"/>
              </w:rPr>
              <w:t xml:space="preserve"> + b</w:t>
            </w:r>
          </w:p>
          <w:p w:rsidR="009E6FD7" w:rsidRPr="009F459D" w:rsidRDefault="009E6FD7" w:rsidP="009E6FD7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x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>2</w:t>
            </w:r>
            <w:r w:rsidRPr="009F459D">
              <w:rPr>
                <w:rFonts w:ascii="Arial" w:eastAsiaTheme="minorHAnsi" w:hAnsi="Arial" w:cs="Arial"/>
              </w:rPr>
              <w:t xml:space="preserve"> - 6x -12</w:t>
            </w:r>
          </w:p>
          <w:p w:rsidR="009E6FD7" w:rsidRPr="009F459D" w:rsidRDefault="009E6FD7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9E6FD7" w:rsidRPr="009F459D" w:rsidRDefault="009E6FD7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(3)</w:t>
            </w:r>
          </w:p>
        </w:tc>
      </w:tr>
      <w:tr w:rsidR="009E6FD7" w:rsidRPr="009F459D" w:rsidTr="009E6FD7">
        <w:tc>
          <w:tcPr>
            <w:tcW w:w="777" w:type="dxa"/>
          </w:tcPr>
          <w:p w:rsidR="009E6FD7" w:rsidRPr="009F459D" w:rsidRDefault="009E6FD7" w:rsidP="00A861CE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15(a)</w:t>
            </w:r>
          </w:p>
        </w:tc>
        <w:tc>
          <w:tcPr>
            <w:tcW w:w="8222" w:type="dxa"/>
          </w:tcPr>
          <w:p w:rsidR="009E6FD7" w:rsidRPr="009F459D" w:rsidRDefault="009E6FD7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Prove, using algebra,  that the mean of any 3 consecutive numbers is equal to the middle number</w:t>
            </w:r>
          </w:p>
          <w:p w:rsidR="009E6FD7" w:rsidRPr="009F459D" w:rsidRDefault="009E6FD7" w:rsidP="00BC6500">
            <w:pPr>
              <w:spacing w:after="0" w:line="240" w:lineRule="auto"/>
              <w:rPr>
                <w:rFonts w:ascii="Arial" w:eastAsiaTheme="minorHAnsi" w:hAnsi="Arial" w:cs="Arial"/>
              </w:rPr>
            </w:pPr>
          </w:p>
        </w:tc>
        <w:tc>
          <w:tcPr>
            <w:tcW w:w="1415" w:type="dxa"/>
            <w:vAlign w:val="bottom"/>
          </w:tcPr>
          <w:p w:rsidR="009E6FD7" w:rsidRPr="009F459D" w:rsidRDefault="009E6FD7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(3)</w:t>
            </w:r>
          </w:p>
        </w:tc>
      </w:tr>
      <w:tr w:rsidR="009E6FD7" w:rsidRPr="009F459D" w:rsidTr="009E6FD7">
        <w:tc>
          <w:tcPr>
            <w:tcW w:w="777" w:type="dxa"/>
          </w:tcPr>
          <w:p w:rsidR="009E6FD7" w:rsidRPr="009F459D" w:rsidRDefault="009E6FD7" w:rsidP="00A861CE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15(b)</w:t>
            </w:r>
          </w:p>
        </w:tc>
        <w:tc>
          <w:tcPr>
            <w:tcW w:w="8222" w:type="dxa"/>
          </w:tcPr>
          <w:p w:rsidR="009E6FD7" w:rsidRPr="009F459D" w:rsidRDefault="00124726" w:rsidP="009E6FD7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Consider any 3 consecutive numbers.</w:t>
            </w:r>
          </w:p>
          <w:p w:rsidR="00124726" w:rsidRPr="009F459D" w:rsidRDefault="00124726" w:rsidP="009E6FD7">
            <w:pPr>
              <w:spacing w:after="0" w:line="240" w:lineRule="auto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Prove that the area of a squar</w:t>
            </w:r>
            <w:bookmarkStart w:id="1" w:name="_GoBack"/>
            <w:bookmarkEnd w:id="1"/>
            <w:r w:rsidRPr="009F459D">
              <w:rPr>
                <w:rFonts w:ascii="Arial" w:eastAsiaTheme="minorHAnsi" w:hAnsi="Arial" w:cs="Arial"/>
              </w:rPr>
              <w:t>e with side equal to the middle number will always be 1 square unit larger than a rectangle with sides equal to the 1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>st</w:t>
            </w:r>
            <w:r w:rsidRPr="009F459D">
              <w:rPr>
                <w:rFonts w:ascii="Arial" w:eastAsiaTheme="minorHAnsi" w:hAnsi="Arial" w:cs="Arial"/>
              </w:rPr>
              <w:t xml:space="preserve"> and 3</w:t>
            </w:r>
            <w:r w:rsidRPr="009F459D">
              <w:rPr>
                <w:rFonts w:ascii="Arial" w:eastAsiaTheme="minorHAnsi" w:hAnsi="Arial" w:cs="Arial"/>
                <w:vertAlign w:val="superscript"/>
              </w:rPr>
              <w:t>rd</w:t>
            </w:r>
            <w:r w:rsidRPr="009F459D">
              <w:rPr>
                <w:rFonts w:ascii="Arial" w:eastAsiaTheme="minorHAnsi" w:hAnsi="Arial" w:cs="Arial"/>
              </w:rPr>
              <w:t xml:space="preserve"> sides.</w:t>
            </w:r>
          </w:p>
        </w:tc>
        <w:tc>
          <w:tcPr>
            <w:tcW w:w="1415" w:type="dxa"/>
            <w:vAlign w:val="bottom"/>
          </w:tcPr>
          <w:p w:rsidR="009E6FD7" w:rsidRPr="009F459D" w:rsidRDefault="00124726" w:rsidP="00C66B46">
            <w:pPr>
              <w:spacing w:after="0" w:line="240" w:lineRule="auto"/>
              <w:jc w:val="right"/>
              <w:rPr>
                <w:rFonts w:ascii="Arial" w:eastAsiaTheme="minorHAnsi" w:hAnsi="Arial" w:cs="Arial"/>
              </w:rPr>
            </w:pPr>
            <w:r w:rsidRPr="009F459D">
              <w:rPr>
                <w:rFonts w:ascii="Arial" w:eastAsiaTheme="minorHAnsi" w:hAnsi="Arial" w:cs="Arial"/>
              </w:rPr>
              <w:t>(3)</w:t>
            </w:r>
          </w:p>
        </w:tc>
      </w:tr>
    </w:tbl>
    <w:p w:rsidR="00BC6500" w:rsidRPr="00BC6500" w:rsidRDefault="00BC6500">
      <w:pPr>
        <w:rPr>
          <w:rFonts w:ascii="Arial" w:hAnsi="Arial" w:cs="Arial"/>
          <w:sz w:val="24"/>
          <w:szCs w:val="24"/>
        </w:rPr>
      </w:pPr>
    </w:p>
    <w:sectPr w:rsidR="00BC6500" w:rsidRPr="00BC6500" w:rsidSect="00BC6500">
      <w:footerReference w:type="default" r:id="rId11"/>
      <w:pgSz w:w="12240" w:h="15840"/>
      <w:pgMar w:top="1021" w:right="1021" w:bottom="1021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666" w:rsidRDefault="00ED4666" w:rsidP="00BC6500">
      <w:pPr>
        <w:spacing w:after="0" w:line="240" w:lineRule="auto"/>
      </w:pPr>
      <w:r>
        <w:separator/>
      </w:r>
    </w:p>
  </w:endnote>
  <w:endnote w:type="continuationSeparator" w:id="0">
    <w:p w:rsidR="00ED4666" w:rsidRDefault="00ED4666" w:rsidP="00BC6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00" w:rsidRPr="00BC6500" w:rsidRDefault="00BC6500" w:rsidP="00BC6500">
    <w:pPr>
      <w:pStyle w:val="Footer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666" w:rsidRDefault="00ED4666" w:rsidP="00BC6500">
      <w:pPr>
        <w:spacing w:after="0" w:line="240" w:lineRule="auto"/>
      </w:pPr>
      <w:r>
        <w:separator/>
      </w:r>
    </w:p>
  </w:footnote>
  <w:footnote w:type="continuationSeparator" w:id="0">
    <w:p w:rsidR="00ED4666" w:rsidRDefault="00ED4666" w:rsidP="00BC65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500"/>
    <w:rsid w:val="00107D84"/>
    <w:rsid w:val="00122854"/>
    <w:rsid w:val="00124726"/>
    <w:rsid w:val="00165298"/>
    <w:rsid w:val="00230A80"/>
    <w:rsid w:val="002465FA"/>
    <w:rsid w:val="00294A4C"/>
    <w:rsid w:val="003977D1"/>
    <w:rsid w:val="003B54D7"/>
    <w:rsid w:val="00464F5F"/>
    <w:rsid w:val="004D411A"/>
    <w:rsid w:val="004F1C56"/>
    <w:rsid w:val="005F1677"/>
    <w:rsid w:val="006B147D"/>
    <w:rsid w:val="006F2415"/>
    <w:rsid w:val="008640EC"/>
    <w:rsid w:val="00966453"/>
    <w:rsid w:val="00982C55"/>
    <w:rsid w:val="009E6FD7"/>
    <w:rsid w:val="009F459D"/>
    <w:rsid w:val="00AD6B55"/>
    <w:rsid w:val="00B178E8"/>
    <w:rsid w:val="00BA3C2D"/>
    <w:rsid w:val="00BC6500"/>
    <w:rsid w:val="00BD55C2"/>
    <w:rsid w:val="00C66B46"/>
    <w:rsid w:val="00CA2C9F"/>
    <w:rsid w:val="00D11FA4"/>
    <w:rsid w:val="00ED4666"/>
    <w:rsid w:val="00EF2FB4"/>
    <w:rsid w:val="00F9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45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6500"/>
  </w:style>
  <w:style w:type="paragraph" w:styleId="Footer">
    <w:name w:val="footer"/>
    <w:basedOn w:val="Normal"/>
    <w:link w:val="Foot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6500"/>
  </w:style>
  <w:style w:type="character" w:styleId="PlaceholderText">
    <w:name w:val="Placeholder Text"/>
    <w:basedOn w:val="DefaultParagraphFont"/>
    <w:uiPriority w:val="99"/>
    <w:semiHidden/>
    <w:rsid w:val="008640E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0E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B14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45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6500"/>
  </w:style>
  <w:style w:type="paragraph" w:styleId="Footer">
    <w:name w:val="footer"/>
    <w:basedOn w:val="Normal"/>
    <w:link w:val="FooterChar"/>
    <w:uiPriority w:val="99"/>
    <w:semiHidden/>
    <w:unhideWhenUsed/>
    <w:rsid w:val="00BC6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6500"/>
  </w:style>
  <w:style w:type="character" w:styleId="PlaceholderText">
    <w:name w:val="Placeholder Text"/>
    <w:basedOn w:val="DefaultParagraphFont"/>
    <w:uiPriority w:val="99"/>
    <w:semiHidden/>
    <w:rsid w:val="008640E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0E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B1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CCB41BCC</Template>
  <TotalTime>7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Glyn School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Catherine Brown</cp:lastModifiedBy>
  <cp:revision>3</cp:revision>
  <dcterms:created xsi:type="dcterms:W3CDTF">2013-02-14T14:02:00Z</dcterms:created>
  <dcterms:modified xsi:type="dcterms:W3CDTF">2013-02-15T15:51:00Z</dcterms:modified>
</cp:coreProperties>
</file>